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942D4B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0407BE" w:rsidTr="00963E33">
        <w:tc>
          <w:tcPr>
            <w:tcW w:w="10326" w:type="dxa"/>
          </w:tcPr>
          <w:p w:rsidR="00190FF9" w:rsidRPr="000407BE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0407BE" w:rsidRDefault="00190FF9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0407B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841DC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F0D73" w:rsidRPr="000407BE" w:rsidRDefault="00CF0D73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CF0D73" w:rsidRPr="000407BE" w:rsidRDefault="00CF0D73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 xml:space="preserve">Рязанской области </w:t>
            </w:r>
          </w:p>
        </w:tc>
      </w:tr>
      <w:tr w:rsidR="000407BE" w:rsidRPr="000407BE" w:rsidTr="00847065">
        <w:tc>
          <w:tcPr>
            <w:tcW w:w="10326" w:type="dxa"/>
          </w:tcPr>
          <w:p w:rsidR="000407BE" w:rsidRPr="000407BE" w:rsidRDefault="000407BE" w:rsidP="0084706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407BE" w:rsidRPr="000407BE" w:rsidRDefault="00DB7938" w:rsidP="008470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20.08.2019 № 270</w:t>
            </w:r>
            <w:bookmarkStart w:id="0" w:name="_GoBack"/>
            <w:bookmarkEnd w:id="0"/>
          </w:p>
        </w:tc>
      </w:tr>
      <w:tr w:rsidR="000407BE" w:rsidRPr="000407BE" w:rsidTr="00847065">
        <w:tc>
          <w:tcPr>
            <w:tcW w:w="10326" w:type="dxa"/>
          </w:tcPr>
          <w:p w:rsidR="000407BE" w:rsidRPr="000407BE" w:rsidRDefault="000407BE" w:rsidP="0084706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407BE" w:rsidRPr="000407BE" w:rsidRDefault="000407BE" w:rsidP="008470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CE1" w:rsidRPr="000407BE" w:rsidTr="00963E33">
        <w:tc>
          <w:tcPr>
            <w:tcW w:w="10326" w:type="dxa"/>
          </w:tcPr>
          <w:p w:rsidR="00965CE1" w:rsidRPr="000407BE" w:rsidRDefault="00965CE1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65CE1" w:rsidRPr="000407BE" w:rsidRDefault="00965CE1" w:rsidP="000407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07BE" w:rsidRPr="000407BE" w:rsidRDefault="000407BE" w:rsidP="00796931">
      <w:pPr>
        <w:rPr>
          <w:rFonts w:ascii="Times New Roman" w:hAnsi="Times New Roman"/>
          <w:sz w:val="28"/>
          <w:szCs w:val="24"/>
        </w:rPr>
      </w:pPr>
    </w:p>
    <w:p w:rsidR="00796931" w:rsidRPr="000407BE" w:rsidRDefault="00796931" w:rsidP="000407BE">
      <w:pPr>
        <w:jc w:val="center"/>
        <w:rPr>
          <w:rFonts w:ascii="Times New Roman" w:hAnsi="Times New Roman"/>
          <w:sz w:val="28"/>
          <w:szCs w:val="28"/>
        </w:rPr>
      </w:pPr>
      <w:r w:rsidRPr="000407BE">
        <w:rPr>
          <w:rFonts w:ascii="Times New Roman" w:hAnsi="Times New Roman"/>
          <w:sz w:val="28"/>
          <w:szCs w:val="28"/>
        </w:rPr>
        <w:t>«5. Система программных мероприяти</w:t>
      </w:r>
      <w:r w:rsidR="00045BDC">
        <w:rPr>
          <w:rFonts w:ascii="Times New Roman" w:hAnsi="Times New Roman"/>
          <w:sz w:val="28"/>
          <w:szCs w:val="28"/>
        </w:rPr>
        <w:t>й</w:t>
      </w:r>
    </w:p>
    <w:p w:rsidR="00662A15" w:rsidRPr="000407BE" w:rsidRDefault="00796931" w:rsidP="00796931">
      <w:pPr>
        <w:jc w:val="center"/>
        <w:rPr>
          <w:rFonts w:ascii="Times New Roman" w:hAnsi="Times New Roman"/>
          <w:sz w:val="28"/>
          <w:szCs w:val="28"/>
        </w:rPr>
      </w:pPr>
      <w:r w:rsidRPr="000407BE">
        <w:rPr>
          <w:rFonts w:ascii="Times New Roman" w:hAnsi="Times New Roman"/>
          <w:sz w:val="28"/>
          <w:szCs w:val="24"/>
        </w:rPr>
        <w:tab/>
      </w:r>
      <w:r w:rsidRPr="000407BE">
        <w:rPr>
          <w:rFonts w:ascii="Times New Roman" w:hAnsi="Times New Roman"/>
          <w:sz w:val="28"/>
          <w:szCs w:val="24"/>
        </w:rPr>
        <w:tab/>
      </w:r>
      <w:r w:rsidRPr="000407BE">
        <w:rPr>
          <w:rFonts w:ascii="Times New Roman" w:hAnsi="Times New Roman"/>
          <w:sz w:val="28"/>
          <w:szCs w:val="24"/>
        </w:rPr>
        <w:tab/>
      </w:r>
    </w:p>
    <w:tbl>
      <w:tblPr>
        <w:tblW w:w="0" w:type="auto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629"/>
        <w:gridCol w:w="1209"/>
        <w:gridCol w:w="1415"/>
        <w:gridCol w:w="1200"/>
        <w:gridCol w:w="57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2314"/>
      </w:tblGrid>
      <w:tr w:rsidR="00965CE1" w:rsidRPr="000407BE" w:rsidTr="00965CE1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831FA3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№</w:t>
            </w:r>
          </w:p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07BE">
              <w:rPr>
                <w:rFonts w:ascii="Times New Roman" w:hAnsi="Times New Roman" w:cs="Times New Roman"/>
              </w:rPr>
              <w:t>п</w:t>
            </w:r>
            <w:proofErr w:type="gramEnd"/>
            <w:r w:rsidR="00831FA3" w:rsidRPr="000407BE">
              <w:rPr>
                <w:rFonts w:ascii="Times New Roman" w:hAnsi="Times New Roman" w:cs="Times New Roman"/>
              </w:rPr>
              <w:t>/</w:t>
            </w:r>
            <w:r w:rsidRPr="000407BE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Главные </w:t>
            </w:r>
            <w:proofErr w:type="spellStart"/>
            <w:proofErr w:type="gramStart"/>
            <w:r w:rsidRPr="000407BE">
              <w:rPr>
                <w:rFonts w:ascii="Times New Roman" w:hAnsi="Times New Roman" w:cs="Times New Roman"/>
              </w:rPr>
              <w:t>распо-рядители</w:t>
            </w:r>
            <w:proofErr w:type="spellEnd"/>
            <w:proofErr w:type="gramEnd"/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84321C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Источ</w:t>
            </w:r>
            <w:r w:rsidR="00662A15" w:rsidRPr="000407BE">
              <w:rPr>
                <w:rFonts w:ascii="Times New Roman" w:hAnsi="Times New Roman" w:cs="Times New Roman"/>
              </w:rPr>
              <w:t xml:space="preserve">ник </w:t>
            </w:r>
            <w:proofErr w:type="spellStart"/>
            <w:proofErr w:type="gramStart"/>
            <w:r w:rsidR="00662A15" w:rsidRPr="000407BE">
              <w:rPr>
                <w:rFonts w:ascii="Times New Roman" w:hAnsi="Times New Roman" w:cs="Times New Roman"/>
              </w:rPr>
              <w:t>финанси</w:t>
            </w:r>
            <w:r w:rsidRPr="000407BE">
              <w:rPr>
                <w:rFonts w:ascii="Times New Roman" w:hAnsi="Times New Roman" w:cs="Times New Roman"/>
              </w:rPr>
              <w:t>-</w:t>
            </w:r>
            <w:r w:rsidR="00662A15" w:rsidRPr="000407BE">
              <w:rPr>
                <w:rFonts w:ascii="Times New Roman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5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Объемы финансирования, тыс. рублей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3930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Ожида</w:t>
            </w:r>
            <w:r w:rsidR="0039301B" w:rsidRPr="000407BE">
              <w:rPr>
                <w:rFonts w:ascii="Times New Roman" w:hAnsi="Times New Roman" w:cs="Times New Roman"/>
              </w:rPr>
              <w:t>емый резуль</w:t>
            </w:r>
            <w:r w:rsidRPr="000407BE">
              <w:rPr>
                <w:rFonts w:ascii="Times New Roman" w:hAnsi="Times New Roman" w:cs="Times New Roman"/>
              </w:rPr>
              <w:t>тат</w:t>
            </w:r>
          </w:p>
        </w:tc>
      </w:tr>
      <w:tr w:rsidR="00965CE1" w:rsidRPr="000407BE" w:rsidTr="00965CE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CE1" w:rsidRPr="000407BE" w:rsidTr="00965CE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5CE1" w:rsidRPr="000407BE" w:rsidRDefault="00965CE1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629"/>
        <w:gridCol w:w="1209"/>
        <w:gridCol w:w="1415"/>
        <w:gridCol w:w="1200"/>
        <w:gridCol w:w="57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2314"/>
      </w:tblGrid>
      <w:tr w:rsidR="00965CE1" w:rsidRPr="000407BE" w:rsidTr="00596D71">
        <w:trPr>
          <w:trHeight w:val="145"/>
          <w:tblHeader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965C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</w:t>
            </w:r>
            <w:r w:rsidR="00965CE1" w:rsidRPr="000407BE">
              <w:rPr>
                <w:rFonts w:ascii="Times New Roman" w:hAnsi="Times New Roman" w:cs="Times New Roman"/>
              </w:rPr>
              <w:t>6</w:t>
            </w:r>
          </w:p>
        </w:tc>
      </w:tr>
      <w:tr w:rsidR="00596D71" w:rsidRPr="000407BE" w:rsidTr="00596D71">
        <w:trPr>
          <w:cantSplit/>
          <w:trHeight w:val="137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0C2725">
            <w:pPr>
              <w:pStyle w:val="ConsPlusNormal"/>
              <w:ind w:right="-57"/>
              <w:outlineLvl w:val="0"/>
              <w:rPr>
                <w:rFonts w:ascii="Times New Roman" w:hAnsi="Times New Roman" w:cs="Times New Roman"/>
                <w:spacing w:val="-4"/>
              </w:rPr>
            </w:pPr>
            <w:r w:rsidRPr="000407BE">
              <w:rPr>
                <w:rFonts w:ascii="Times New Roman" w:hAnsi="Times New Roman" w:cs="Times New Roman"/>
              </w:rPr>
              <w:t xml:space="preserve">Задача 1. Обеспечение эффективного исполнения государственных функций в </w:t>
            </w:r>
            <w:r w:rsidRPr="000407BE">
              <w:rPr>
                <w:rFonts w:ascii="Times New Roman" w:hAnsi="Times New Roman" w:cs="Times New Roman"/>
                <w:spacing w:val="-4"/>
              </w:rPr>
              <w:t>сфере реализации Программы,</w:t>
            </w:r>
          </w:p>
          <w:p w:rsidR="00596D71" w:rsidRPr="000407BE" w:rsidRDefault="00596D71" w:rsidP="00942D4B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 в том числе</w:t>
            </w:r>
            <w:r w:rsidR="00942D4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ind w:right="-204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ind w:right="-20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668809,38853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57029,20237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54431,79403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62141,12895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108372,64851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101094,49937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103090,67033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обеспечение ежегодного  выполнения  не менее </w:t>
            </w:r>
          </w:p>
          <w:p w:rsidR="00596D71" w:rsidRPr="000407BE" w:rsidRDefault="00596D71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90% целевых индикаторов Программы</w:t>
            </w:r>
          </w:p>
        </w:tc>
      </w:tr>
      <w:tr w:rsidR="00596D71" w:rsidRPr="000407BE" w:rsidTr="00596D71">
        <w:trPr>
          <w:cantSplit/>
          <w:trHeight w:val="139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Обеспечение деятельности Минтранса Рязанской области                   </w:t>
            </w:r>
          </w:p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665BFE">
            <w:pPr>
              <w:pStyle w:val="ConsPlusNormal"/>
              <w:ind w:left="-61" w:right="-204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665BFE">
            <w:pPr>
              <w:pStyle w:val="ConsPlusNormal"/>
              <w:ind w:right="-204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8E1CE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476906,11603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57029,20237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54431,79403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57904,32895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41437,17601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40978,99937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42473,17033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596D71">
        <w:trPr>
          <w:cantSplit/>
          <w:trHeight w:val="113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A2" w:rsidRDefault="00596D71" w:rsidP="00665BFE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из них</w:t>
            </w:r>
          </w:p>
          <w:p w:rsidR="006B45A2" w:rsidRDefault="00596D71" w:rsidP="00665BFE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выполненные и не оплаченные работы </w:t>
            </w:r>
          </w:p>
          <w:p w:rsidR="00596D71" w:rsidRPr="000407BE" w:rsidRDefault="00596D71" w:rsidP="006B45A2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2015 году</w:t>
            </w: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152,66075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152,66075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596D71">
        <w:trPr>
          <w:cantSplit/>
          <w:trHeight w:val="1134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Финансовое обеспечение деятельности </w:t>
            </w:r>
          </w:p>
          <w:p w:rsidR="00596D71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государственного казенного учреждения Рязанской </w:t>
            </w:r>
          </w:p>
          <w:p w:rsidR="00596D71" w:rsidRPr="000407BE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области «Дирекция дорог Рязанской области»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C63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Default="00596D71" w:rsidP="00191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ГКУ Рязанской области «ДДРО»</w:t>
            </w:r>
          </w:p>
          <w:p w:rsidR="008C43AE" w:rsidRPr="000407BE" w:rsidRDefault="008C43AE" w:rsidP="00191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Default="00596D71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бюджет,      из них</w:t>
            </w:r>
          </w:p>
          <w:p w:rsidR="008C43A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43A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43AE" w:rsidRPr="000407B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596D7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191903,2725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60113,5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60617,5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1645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1B87" w:rsidRPr="000407BE" w:rsidTr="006B45A2">
        <w:trPr>
          <w:cantSplit/>
          <w:trHeight w:val="1453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87" w:rsidRPr="000407BE" w:rsidRDefault="00841B87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87" w:rsidRPr="000407BE" w:rsidRDefault="00841B87" w:rsidP="001645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87" w:rsidRPr="000407BE" w:rsidRDefault="00841B87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87" w:rsidRPr="000407BE" w:rsidRDefault="00841B87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87" w:rsidRPr="000407BE" w:rsidRDefault="00841B87" w:rsidP="006B45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07BE">
              <w:rPr>
                <w:rFonts w:ascii="Times New Roman" w:hAnsi="Times New Roman" w:cs="Times New Roman"/>
              </w:rPr>
              <w:t>бюджетные</w:t>
            </w:r>
            <w:proofErr w:type="gramEnd"/>
            <w:r w:rsidRPr="000407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7BE">
              <w:rPr>
                <w:rFonts w:ascii="Times New Roman" w:hAnsi="Times New Roman" w:cs="Times New Roman"/>
              </w:rPr>
              <w:t>ассигнова-ния</w:t>
            </w:r>
            <w:proofErr w:type="spellEnd"/>
            <w:r w:rsidRPr="000407BE">
              <w:rPr>
                <w:rFonts w:ascii="Times New Roman" w:hAnsi="Times New Roman" w:cs="Times New Roman"/>
              </w:rPr>
              <w:t xml:space="preserve"> дорожного фонда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1B87" w:rsidRPr="000407BE" w:rsidRDefault="00841B87" w:rsidP="004028E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  <w:r w:rsidR="00E46276">
              <w:rPr>
                <w:rFonts w:ascii="Times New Roman" w:hAnsi="Times New Roman"/>
                <w:bCs/>
                <w:color w:val="000000"/>
              </w:rPr>
              <w:t>91903,2725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1B87" w:rsidRPr="000407BE" w:rsidRDefault="00841B87" w:rsidP="004028E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1B87" w:rsidRPr="000407BE" w:rsidRDefault="00841B87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1B87" w:rsidRPr="000407BE" w:rsidRDefault="00841B87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1B87" w:rsidRPr="000407BE" w:rsidRDefault="00E46276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1B87" w:rsidRPr="000407BE" w:rsidRDefault="00841B87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60113,5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1B87" w:rsidRPr="000407BE" w:rsidRDefault="00841B87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60617,5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1B87" w:rsidRPr="000407BE" w:rsidRDefault="00841B87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1B87" w:rsidRPr="000407BE" w:rsidRDefault="00841B87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1B87" w:rsidRPr="000407BE" w:rsidRDefault="00841B87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87" w:rsidRPr="000407BE" w:rsidRDefault="00841B87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CE1" w:rsidRPr="000407BE" w:rsidTr="00965CE1">
        <w:trPr>
          <w:cantSplit/>
          <w:trHeight w:val="125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37683E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</w:t>
            </w:r>
            <w:r w:rsidR="00665BFE" w:rsidRPr="000407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E1" w:rsidRPr="000407BE" w:rsidRDefault="00665BFE" w:rsidP="00665BF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Задача 2. Обеспечение условий для осуществления деятельности ГБУ «</w:t>
            </w:r>
            <w:proofErr w:type="spellStart"/>
            <w:r w:rsidRPr="000407BE">
              <w:rPr>
                <w:rFonts w:ascii="Times New Roman" w:hAnsi="Times New Roman" w:cs="Times New Roman"/>
              </w:rPr>
              <w:t>Протасово</w:t>
            </w:r>
            <w:proofErr w:type="spellEnd"/>
            <w:r w:rsidRPr="000407BE">
              <w:rPr>
                <w:rFonts w:ascii="Times New Roman" w:hAnsi="Times New Roman" w:cs="Times New Roman"/>
              </w:rPr>
              <w:t xml:space="preserve">», </w:t>
            </w:r>
          </w:p>
          <w:p w:rsidR="00665BFE" w:rsidRPr="000407BE" w:rsidRDefault="00665BFE" w:rsidP="00665BF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C43AE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129899,3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11529,6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11610,9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12042,9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C43A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14765,9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C43AE" w:rsidP="00937A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16090,6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C43A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16546,7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BFE" w:rsidRPr="000407BE" w:rsidRDefault="00665BFE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обеспечение ежегодного исполнения государственного задания не менее 95%</w:t>
            </w:r>
          </w:p>
        </w:tc>
      </w:tr>
      <w:tr w:rsidR="008C43AE" w:rsidRPr="000407BE" w:rsidTr="00965CE1">
        <w:trPr>
          <w:cantSplit/>
          <w:trHeight w:val="113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AE" w:rsidRPr="000407BE" w:rsidRDefault="008C43AE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AE" w:rsidRPr="000407BE" w:rsidRDefault="008C43AE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Государственное задание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AE" w:rsidRPr="000407BE" w:rsidRDefault="008C43AE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AE" w:rsidRPr="000407BE" w:rsidRDefault="008C43AE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ГБУ «</w:t>
            </w:r>
            <w:proofErr w:type="spellStart"/>
            <w:r w:rsidRPr="000407BE">
              <w:rPr>
                <w:rFonts w:ascii="Times New Roman" w:hAnsi="Times New Roman" w:cs="Times New Roman"/>
              </w:rPr>
              <w:t>Протасово</w:t>
            </w:r>
            <w:proofErr w:type="spellEnd"/>
            <w:r w:rsidRPr="000407B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AE" w:rsidRPr="000407BE" w:rsidRDefault="008C43AE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129899,3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11529,6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11610,9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12042,9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14765,9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16090,6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16546,7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AE" w:rsidRPr="000407BE" w:rsidRDefault="008C43AE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0C92" w:rsidRPr="000407BE" w:rsidTr="0039245A">
        <w:trPr>
          <w:cantSplit/>
          <w:trHeight w:val="145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1645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бюджет,      из них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B02164" w:rsidP="00E4627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46276">
              <w:rPr>
                <w:rFonts w:ascii="Times New Roman" w:hAnsi="Times New Roman" w:cs="Times New Roman"/>
              </w:rPr>
              <w:t>98708,68853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68558,80237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66042,69403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74184,02895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123138,54851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117183,09937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119637,37033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76654,71499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76654,71499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965CE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76654,71499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6276" w:rsidRPr="000407BE" w:rsidTr="0039245A">
        <w:trPr>
          <w:cantSplit/>
          <w:trHeight w:val="145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76" w:rsidRPr="000407BE" w:rsidRDefault="00E46276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76" w:rsidRPr="000407BE" w:rsidRDefault="00E46276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76" w:rsidRPr="000407BE" w:rsidRDefault="00E46276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76" w:rsidRPr="000407BE" w:rsidRDefault="00E46276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76" w:rsidRPr="000407BE" w:rsidRDefault="00E46276" w:rsidP="001645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07BE">
              <w:rPr>
                <w:rFonts w:ascii="Times New Roman" w:hAnsi="Times New Roman" w:cs="Times New Roman"/>
              </w:rPr>
              <w:t>бюджетные</w:t>
            </w:r>
            <w:proofErr w:type="gramEnd"/>
            <w:r w:rsidRPr="000407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7BE">
              <w:rPr>
                <w:rFonts w:ascii="Times New Roman" w:hAnsi="Times New Roman" w:cs="Times New Roman"/>
              </w:rPr>
              <w:t>ассигнова-ния</w:t>
            </w:r>
            <w:proofErr w:type="spellEnd"/>
            <w:r w:rsidRPr="000407BE">
              <w:rPr>
                <w:rFonts w:ascii="Times New Roman" w:hAnsi="Times New Roman" w:cs="Times New Roman"/>
              </w:rPr>
              <w:t xml:space="preserve"> дорожного фонда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371AF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191903,2725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371AF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371AF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371AF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371AF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371AF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60113,5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371AF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60617,5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6276" w:rsidRPr="000407BE" w:rsidRDefault="00E46276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76" w:rsidRPr="000407BE" w:rsidRDefault="00E46276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62A15" w:rsidRPr="000407BE" w:rsidRDefault="00662A15" w:rsidP="006B45A2">
      <w:pPr>
        <w:rPr>
          <w:rFonts w:ascii="Times New Roman" w:hAnsi="Times New Roman"/>
        </w:rPr>
      </w:pPr>
    </w:p>
    <w:sectPr w:rsidR="00662A15" w:rsidRPr="000407BE" w:rsidSect="00942D4B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8D8" w:rsidRDefault="002C58D8">
      <w:r>
        <w:separator/>
      </w:r>
    </w:p>
  </w:endnote>
  <w:endnote w:type="continuationSeparator" w:id="0">
    <w:p w:rsidR="002C58D8" w:rsidRDefault="002C5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2B42FF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2B42FF" w:rsidRDefault="00271F1F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2B42FF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2B42FF" w:rsidRPr="00963E33" w:rsidRDefault="00271F1F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2B42FF" w:rsidRPr="00963E33" w:rsidRDefault="00942D4B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2009  29.07.2019 17:22:51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2B42FF" w:rsidRPr="00F16F07" w:rsidRDefault="002B42FF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2B42FF" w:rsidRPr="00963E33" w:rsidRDefault="002B42FF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2B42FF" w:rsidRPr="009573D3" w:rsidRDefault="002B42FF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2B42FF" w:rsidRPr="00963E33" w:rsidTr="00963E33">
      <w:tc>
        <w:tcPr>
          <w:tcW w:w="2538" w:type="dxa"/>
        </w:tcPr>
        <w:p w:rsidR="002B42FF" w:rsidRPr="00963E33" w:rsidRDefault="002B42FF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2B42FF" w:rsidRPr="00963E33" w:rsidRDefault="002B42FF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2B42FF" w:rsidRPr="00963E33" w:rsidRDefault="002B42FF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2B42FF" w:rsidRPr="00963E33" w:rsidRDefault="002B42FF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2B42FF" w:rsidRDefault="002B42FF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8D8" w:rsidRDefault="002C58D8">
      <w:r>
        <w:separator/>
      </w:r>
    </w:p>
  </w:footnote>
  <w:footnote w:type="continuationSeparator" w:id="0">
    <w:p w:rsidR="002C58D8" w:rsidRDefault="002C5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FF" w:rsidRDefault="00F525E3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B42F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B42FF">
      <w:rPr>
        <w:rStyle w:val="a8"/>
        <w:noProof/>
      </w:rPr>
      <w:t>1</w:t>
    </w:r>
    <w:r>
      <w:rPr>
        <w:rStyle w:val="a8"/>
      </w:rPr>
      <w:fldChar w:fldCharType="end"/>
    </w:r>
  </w:p>
  <w:p w:rsidR="002B42FF" w:rsidRDefault="002B42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FF" w:rsidRPr="00481B88" w:rsidRDefault="002B42FF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2B42FF" w:rsidRPr="00481B88" w:rsidRDefault="00F525E3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2B42FF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DB7938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2B42FF" w:rsidRPr="00E37801" w:rsidRDefault="002B42FF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1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Orq7REiX2VWA3TMrBO0pyXSivA=" w:salt="/4fNRl7xBDAU6j7UKm8i6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E86"/>
    <w:rsid w:val="0001360F"/>
    <w:rsid w:val="00022A8E"/>
    <w:rsid w:val="00030105"/>
    <w:rsid w:val="000331B3"/>
    <w:rsid w:val="00033413"/>
    <w:rsid w:val="00037C0C"/>
    <w:rsid w:val="000407BE"/>
    <w:rsid w:val="00045BDC"/>
    <w:rsid w:val="000502A3"/>
    <w:rsid w:val="00051B8C"/>
    <w:rsid w:val="00056DEB"/>
    <w:rsid w:val="00073A7A"/>
    <w:rsid w:val="00076D5E"/>
    <w:rsid w:val="00084DD3"/>
    <w:rsid w:val="000917C0"/>
    <w:rsid w:val="00092145"/>
    <w:rsid w:val="00095862"/>
    <w:rsid w:val="000B0736"/>
    <w:rsid w:val="000B4E72"/>
    <w:rsid w:val="000C2725"/>
    <w:rsid w:val="000E7E44"/>
    <w:rsid w:val="000F2B84"/>
    <w:rsid w:val="000F5632"/>
    <w:rsid w:val="001032A2"/>
    <w:rsid w:val="00122CFD"/>
    <w:rsid w:val="0013431C"/>
    <w:rsid w:val="00137B7B"/>
    <w:rsid w:val="00147E70"/>
    <w:rsid w:val="00151370"/>
    <w:rsid w:val="0015468F"/>
    <w:rsid w:val="0015556E"/>
    <w:rsid w:val="00162E72"/>
    <w:rsid w:val="00164506"/>
    <w:rsid w:val="00175BE5"/>
    <w:rsid w:val="001850F4"/>
    <w:rsid w:val="0018718F"/>
    <w:rsid w:val="00190FF9"/>
    <w:rsid w:val="00191E0A"/>
    <w:rsid w:val="001947BE"/>
    <w:rsid w:val="001A0A98"/>
    <w:rsid w:val="001A560F"/>
    <w:rsid w:val="001B0982"/>
    <w:rsid w:val="001B32BA"/>
    <w:rsid w:val="001D7503"/>
    <w:rsid w:val="001D7CF0"/>
    <w:rsid w:val="001E0317"/>
    <w:rsid w:val="001E20F1"/>
    <w:rsid w:val="001E6E55"/>
    <w:rsid w:val="001F12E8"/>
    <w:rsid w:val="001F228C"/>
    <w:rsid w:val="001F411B"/>
    <w:rsid w:val="001F64B8"/>
    <w:rsid w:val="001F7C83"/>
    <w:rsid w:val="00203046"/>
    <w:rsid w:val="00205AB5"/>
    <w:rsid w:val="00224DBA"/>
    <w:rsid w:val="00231F1C"/>
    <w:rsid w:val="00242DDB"/>
    <w:rsid w:val="0024596D"/>
    <w:rsid w:val="002479A2"/>
    <w:rsid w:val="00254677"/>
    <w:rsid w:val="0026087E"/>
    <w:rsid w:val="00261C74"/>
    <w:rsid w:val="00261DE0"/>
    <w:rsid w:val="00265420"/>
    <w:rsid w:val="00271F1F"/>
    <w:rsid w:val="002743AC"/>
    <w:rsid w:val="00274E14"/>
    <w:rsid w:val="00280A6D"/>
    <w:rsid w:val="002841DC"/>
    <w:rsid w:val="00284A49"/>
    <w:rsid w:val="00286ECA"/>
    <w:rsid w:val="002953B6"/>
    <w:rsid w:val="002B42FF"/>
    <w:rsid w:val="002B7A59"/>
    <w:rsid w:val="002C5339"/>
    <w:rsid w:val="002C58D8"/>
    <w:rsid w:val="002C6B4B"/>
    <w:rsid w:val="002D4371"/>
    <w:rsid w:val="002D60AF"/>
    <w:rsid w:val="002D7801"/>
    <w:rsid w:val="002D7D3F"/>
    <w:rsid w:val="002E51A7"/>
    <w:rsid w:val="002E5A5F"/>
    <w:rsid w:val="002F1E81"/>
    <w:rsid w:val="00310D92"/>
    <w:rsid w:val="003160CB"/>
    <w:rsid w:val="00316C65"/>
    <w:rsid w:val="00321189"/>
    <w:rsid w:val="003222A3"/>
    <w:rsid w:val="00323E29"/>
    <w:rsid w:val="00325FB2"/>
    <w:rsid w:val="00327979"/>
    <w:rsid w:val="00333D63"/>
    <w:rsid w:val="00333DC7"/>
    <w:rsid w:val="003510D1"/>
    <w:rsid w:val="003531F7"/>
    <w:rsid w:val="00360A40"/>
    <w:rsid w:val="0037683E"/>
    <w:rsid w:val="003839C7"/>
    <w:rsid w:val="00386103"/>
    <w:rsid w:val="003870C2"/>
    <w:rsid w:val="0039301B"/>
    <w:rsid w:val="003D3B8A"/>
    <w:rsid w:val="003D4403"/>
    <w:rsid w:val="003D54F8"/>
    <w:rsid w:val="003D6773"/>
    <w:rsid w:val="003E2B5D"/>
    <w:rsid w:val="003E71BC"/>
    <w:rsid w:val="003F1F69"/>
    <w:rsid w:val="003F4F5E"/>
    <w:rsid w:val="00400906"/>
    <w:rsid w:val="0042590E"/>
    <w:rsid w:val="00437F65"/>
    <w:rsid w:val="004504E0"/>
    <w:rsid w:val="00451D08"/>
    <w:rsid w:val="004600FD"/>
    <w:rsid w:val="00460FEA"/>
    <w:rsid w:val="00463091"/>
    <w:rsid w:val="004729EE"/>
    <w:rsid w:val="004734B7"/>
    <w:rsid w:val="004763A9"/>
    <w:rsid w:val="00481B88"/>
    <w:rsid w:val="00485B4F"/>
    <w:rsid w:val="004862D1"/>
    <w:rsid w:val="00490CD2"/>
    <w:rsid w:val="0049293C"/>
    <w:rsid w:val="004B2D5A"/>
    <w:rsid w:val="004B327C"/>
    <w:rsid w:val="004D293D"/>
    <w:rsid w:val="004E402F"/>
    <w:rsid w:val="004F1D67"/>
    <w:rsid w:val="004F2A17"/>
    <w:rsid w:val="004F44FE"/>
    <w:rsid w:val="00505F6F"/>
    <w:rsid w:val="00512A47"/>
    <w:rsid w:val="00531C68"/>
    <w:rsid w:val="00532119"/>
    <w:rsid w:val="005335F3"/>
    <w:rsid w:val="00542957"/>
    <w:rsid w:val="00543C38"/>
    <w:rsid w:val="00543C6E"/>
    <w:rsid w:val="00543D2D"/>
    <w:rsid w:val="00545A3D"/>
    <w:rsid w:val="00546DBB"/>
    <w:rsid w:val="00547E14"/>
    <w:rsid w:val="00555A55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96D71"/>
    <w:rsid w:val="00597133"/>
    <w:rsid w:val="005A4227"/>
    <w:rsid w:val="005A6A3D"/>
    <w:rsid w:val="005B229B"/>
    <w:rsid w:val="005B3518"/>
    <w:rsid w:val="005B5575"/>
    <w:rsid w:val="005C0C92"/>
    <w:rsid w:val="005C2D0D"/>
    <w:rsid w:val="005C34BC"/>
    <w:rsid w:val="005C56AE"/>
    <w:rsid w:val="005C7449"/>
    <w:rsid w:val="005D7C88"/>
    <w:rsid w:val="005E137B"/>
    <w:rsid w:val="005E6D99"/>
    <w:rsid w:val="005F23AA"/>
    <w:rsid w:val="005F2ADD"/>
    <w:rsid w:val="005F2C49"/>
    <w:rsid w:val="006013EB"/>
    <w:rsid w:val="0060479E"/>
    <w:rsid w:val="00604BE7"/>
    <w:rsid w:val="00616AED"/>
    <w:rsid w:val="00622DA3"/>
    <w:rsid w:val="006244B3"/>
    <w:rsid w:val="006323FB"/>
    <w:rsid w:val="00632A4F"/>
    <w:rsid w:val="00632B56"/>
    <w:rsid w:val="006351E3"/>
    <w:rsid w:val="006401BA"/>
    <w:rsid w:val="00644236"/>
    <w:rsid w:val="006471E5"/>
    <w:rsid w:val="00662A15"/>
    <w:rsid w:val="00665BFE"/>
    <w:rsid w:val="00666E2F"/>
    <w:rsid w:val="00667B25"/>
    <w:rsid w:val="00671D3B"/>
    <w:rsid w:val="00684A5B"/>
    <w:rsid w:val="00686FC9"/>
    <w:rsid w:val="006870FE"/>
    <w:rsid w:val="006A1F71"/>
    <w:rsid w:val="006A6D02"/>
    <w:rsid w:val="006A704D"/>
    <w:rsid w:val="006B45A2"/>
    <w:rsid w:val="006C3040"/>
    <w:rsid w:val="006D2674"/>
    <w:rsid w:val="006E6EBA"/>
    <w:rsid w:val="006F328B"/>
    <w:rsid w:val="006F3499"/>
    <w:rsid w:val="006F5886"/>
    <w:rsid w:val="00707734"/>
    <w:rsid w:val="00707E19"/>
    <w:rsid w:val="00712F7C"/>
    <w:rsid w:val="0072328A"/>
    <w:rsid w:val="0073684D"/>
    <w:rsid w:val="007377B5"/>
    <w:rsid w:val="00737824"/>
    <w:rsid w:val="00744595"/>
    <w:rsid w:val="00745D3F"/>
    <w:rsid w:val="00746CC2"/>
    <w:rsid w:val="00747F07"/>
    <w:rsid w:val="007514CE"/>
    <w:rsid w:val="00760323"/>
    <w:rsid w:val="0076032D"/>
    <w:rsid w:val="00765600"/>
    <w:rsid w:val="00767BB4"/>
    <w:rsid w:val="00775B4C"/>
    <w:rsid w:val="00780136"/>
    <w:rsid w:val="00791C9F"/>
    <w:rsid w:val="00792AAB"/>
    <w:rsid w:val="00793B47"/>
    <w:rsid w:val="00796931"/>
    <w:rsid w:val="007A1D0C"/>
    <w:rsid w:val="007A2A7B"/>
    <w:rsid w:val="007D1CD3"/>
    <w:rsid w:val="007D3FF6"/>
    <w:rsid w:val="007D4925"/>
    <w:rsid w:val="007E0A93"/>
    <w:rsid w:val="007E5B73"/>
    <w:rsid w:val="007F0C8A"/>
    <w:rsid w:val="007F11AB"/>
    <w:rsid w:val="00801FAF"/>
    <w:rsid w:val="008143CB"/>
    <w:rsid w:val="00823CA1"/>
    <w:rsid w:val="00827699"/>
    <w:rsid w:val="00830CA5"/>
    <w:rsid w:val="00831FA3"/>
    <w:rsid w:val="008418F4"/>
    <w:rsid w:val="00841B87"/>
    <w:rsid w:val="0084321C"/>
    <w:rsid w:val="00843858"/>
    <w:rsid w:val="008513B9"/>
    <w:rsid w:val="008702D3"/>
    <w:rsid w:val="00875959"/>
    <w:rsid w:val="00876034"/>
    <w:rsid w:val="00880005"/>
    <w:rsid w:val="008827E7"/>
    <w:rsid w:val="00891265"/>
    <w:rsid w:val="008A1696"/>
    <w:rsid w:val="008A191D"/>
    <w:rsid w:val="008A3CDD"/>
    <w:rsid w:val="008C43AE"/>
    <w:rsid w:val="008C5264"/>
    <w:rsid w:val="008C58FE"/>
    <w:rsid w:val="008E6C41"/>
    <w:rsid w:val="008F07A1"/>
    <w:rsid w:val="008F0816"/>
    <w:rsid w:val="008F6BB7"/>
    <w:rsid w:val="00900F42"/>
    <w:rsid w:val="00901EA2"/>
    <w:rsid w:val="009108C0"/>
    <w:rsid w:val="00914808"/>
    <w:rsid w:val="00925688"/>
    <w:rsid w:val="00932E3C"/>
    <w:rsid w:val="00937A1A"/>
    <w:rsid w:val="00942D4B"/>
    <w:rsid w:val="00945D13"/>
    <w:rsid w:val="0095236F"/>
    <w:rsid w:val="00956B93"/>
    <w:rsid w:val="009573D3"/>
    <w:rsid w:val="009627A3"/>
    <w:rsid w:val="00963E33"/>
    <w:rsid w:val="00965CE1"/>
    <w:rsid w:val="009765E4"/>
    <w:rsid w:val="009977FF"/>
    <w:rsid w:val="009A085B"/>
    <w:rsid w:val="009A330F"/>
    <w:rsid w:val="009A7702"/>
    <w:rsid w:val="009B2785"/>
    <w:rsid w:val="009C04EC"/>
    <w:rsid w:val="009C1DE6"/>
    <w:rsid w:val="009C1F0E"/>
    <w:rsid w:val="009D3E8C"/>
    <w:rsid w:val="009E3A0E"/>
    <w:rsid w:val="00A06428"/>
    <w:rsid w:val="00A12A3F"/>
    <w:rsid w:val="00A1314B"/>
    <w:rsid w:val="00A13160"/>
    <w:rsid w:val="00A137D3"/>
    <w:rsid w:val="00A33A9F"/>
    <w:rsid w:val="00A42B5F"/>
    <w:rsid w:val="00A44A8F"/>
    <w:rsid w:val="00A51D96"/>
    <w:rsid w:val="00A54812"/>
    <w:rsid w:val="00A61EED"/>
    <w:rsid w:val="00A72E6E"/>
    <w:rsid w:val="00A96F84"/>
    <w:rsid w:val="00AC3953"/>
    <w:rsid w:val="00AC7150"/>
    <w:rsid w:val="00AD24DA"/>
    <w:rsid w:val="00AE1DCA"/>
    <w:rsid w:val="00AE3915"/>
    <w:rsid w:val="00AF1595"/>
    <w:rsid w:val="00AF5F7C"/>
    <w:rsid w:val="00B02164"/>
    <w:rsid w:val="00B02207"/>
    <w:rsid w:val="00B03403"/>
    <w:rsid w:val="00B063FA"/>
    <w:rsid w:val="00B10324"/>
    <w:rsid w:val="00B12E27"/>
    <w:rsid w:val="00B147B4"/>
    <w:rsid w:val="00B376B1"/>
    <w:rsid w:val="00B55650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C044A"/>
    <w:rsid w:val="00BC439C"/>
    <w:rsid w:val="00BD0B82"/>
    <w:rsid w:val="00BD7AD8"/>
    <w:rsid w:val="00BD7EA9"/>
    <w:rsid w:val="00BE3198"/>
    <w:rsid w:val="00BE35C3"/>
    <w:rsid w:val="00BF0097"/>
    <w:rsid w:val="00BF4F5F"/>
    <w:rsid w:val="00BF78A8"/>
    <w:rsid w:val="00C04EEB"/>
    <w:rsid w:val="00C075A4"/>
    <w:rsid w:val="00C07F79"/>
    <w:rsid w:val="00C10F12"/>
    <w:rsid w:val="00C11826"/>
    <w:rsid w:val="00C46D42"/>
    <w:rsid w:val="00C50C32"/>
    <w:rsid w:val="00C57D2A"/>
    <w:rsid w:val="00C60178"/>
    <w:rsid w:val="00C61760"/>
    <w:rsid w:val="00C623A9"/>
    <w:rsid w:val="00C63CD6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C544D"/>
    <w:rsid w:val="00CD328F"/>
    <w:rsid w:val="00CF03D8"/>
    <w:rsid w:val="00CF0D73"/>
    <w:rsid w:val="00D00897"/>
    <w:rsid w:val="00D015D5"/>
    <w:rsid w:val="00D03D68"/>
    <w:rsid w:val="00D21C63"/>
    <w:rsid w:val="00D266DD"/>
    <w:rsid w:val="00D32B04"/>
    <w:rsid w:val="00D374E7"/>
    <w:rsid w:val="00D63949"/>
    <w:rsid w:val="00D652E7"/>
    <w:rsid w:val="00D71D3B"/>
    <w:rsid w:val="00D74377"/>
    <w:rsid w:val="00D77BCF"/>
    <w:rsid w:val="00D84394"/>
    <w:rsid w:val="00D908E5"/>
    <w:rsid w:val="00D944FD"/>
    <w:rsid w:val="00D95E55"/>
    <w:rsid w:val="00DB3664"/>
    <w:rsid w:val="00DB42DB"/>
    <w:rsid w:val="00DB7938"/>
    <w:rsid w:val="00DC16FB"/>
    <w:rsid w:val="00DC4A65"/>
    <w:rsid w:val="00DC4F66"/>
    <w:rsid w:val="00DD6789"/>
    <w:rsid w:val="00DD6EFA"/>
    <w:rsid w:val="00DE61EC"/>
    <w:rsid w:val="00DF7212"/>
    <w:rsid w:val="00E10B44"/>
    <w:rsid w:val="00E11F02"/>
    <w:rsid w:val="00E2726B"/>
    <w:rsid w:val="00E32E86"/>
    <w:rsid w:val="00E3581B"/>
    <w:rsid w:val="00E36417"/>
    <w:rsid w:val="00E37801"/>
    <w:rsid w:val="00E4623D"/>
    <w:rsid w:val="00E46276"/>
    <w:rsid w:val="00E46EAA"/>
    <w:rsid w:val="00E5038C"/>
    <w:rsid w:val="00E50B69"/>
    <w:rsid w:val="00E5298B"/>
    <w:rsid w:val="00E56EFB"/>
    <w:rsid w:val="00E5747A"/>
    <w:rsid w:val="00E6458F"/>
    <w:rsid w:val="00E7242D"/>
    <w:rsid w:val="00E75404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30213"/>
    <w:rsid w:val="00F30355"/>
    <w:rsid w:val="00F32125"/>
    <w:rsid w:val="00F45975"/>
    <w:rsid w:val="00F45B7C"/>
    <w:rsid w:val="00F45FCE"/>
    <w:rsid w:val="00F525E3"/>
    <w:rsid w:val="00F64394"/>
    <w:rsid w:val="00F65E2A"/>
    <w:rsid w:val="00F66514"/>
    <w:rsid w:val="00F9061A"/>
    <w:rsid w:val="00F9334F"/>
    <w:rsid w:val="00F9748A"/>
    <w:rsid w:val="00F97D7F"/>
    <w:rsid w:val="00FA122C"/>
    <w:rsid w:val="00FA3B95"/>
    <w:rsid w:val="00FA512D"/>
    <w:rsid w:val="00FC1278"/>
    <w:rsid w:val="00FC2397"/>
    <w:rsid w:val="00FC45EB"/>
    <w:rsid w:val="00FC4F55"/>
    <w:rsid w:val="00FE0822"/>
    <w:rsid w:val="00FE3A1D"/>
    <w:rsid w:val="00FE7735"/>
    <w:rsid w:val="00FF0434"/>
    <w:rsid w:val="00F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65BFE"/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CB15E-333D-4BBF-A9C3-FB20AC75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227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Дягилева М.А.</cp:lastModifiedBy>
  <cp:revision>57</cp:revision>
  <cp:lastPrinted>2018-12-18T12:57:00Z</cp:lastPrinted>
  <dcterms:created xsi:type="dcterms:W3CDTF">2016-02-04T06:26:00Z</dcterms:created>
  <dcterms:modified xsi:type="dcterms:W3CDTF">2019-08-21T11:06:00Z</dcterms:modified>
</cp:coreProperties>
</file>